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4BD52" w14:textId="77777777" w:rsidR="00FF08FA" w:rsidRPr="00901902" w:rsidRDefault="00FF08FA" w:rsidP="00FF08FA">
      <w:pPr>
        <w:jc w:val="right"/>
      </w:pPr>
      <w:r w:rsidRPr="00901902">
        <w:t>Yannik Soltau</w:t>
      </w:r>
    </w:p>
    <w:p w14:paraId="4EEFF683" w14:textId="77777777" w:rsidR="00FF08FA" w:rsidRPr="00901902" w:rsidRDefault="00FF08FA" w:rsidP="00FF08FA">
      <w:pPr>
        <w:jc w:val="right"/>
      </w:pPr>
      <w:r>
        <w:t>Breitkopfstraße 16</w:t>
      </w:r>
    </w:p>
    <w:p w14:paraId="66D0E604" w14:textId="77777777" w:rsidR="00FF08FA" w:rsidRPr="00901902" w:rsidRDefault="00FF08FA" w:rsidP="00FF08FA">
      <w:pPr>
        <w:jc w:val="right"/>
      </w:pPr>
      <w:r w:rsidRPr="00901902">
        <w:t>04</w:t>
      </w:r>
      <w:r>
        <w:t>317</w:t>
      </w:r>
      <w:r w:rsidRPr="00901902">
        <w:t xml:space="preserve"> </w:t>
      </w:r>
      <w:r>
        <w:t>Leipzig</w:t>
      </w:r>
    </w:p>
    <w:p w14:paraId="77150CE7" w14:textId="77777777" w:rsidR="00FF08FA" w:rsidRPr="00901902" w:rsidRDefault="00FF08FA" w:rsidP="00FF08FA">
      <w:pPr>
        <w:jc w:val="right"/>
      </w:pPr>
      <w:r w:rsidRPr="00901902">
        <w:t>Tel.: 0179 11223344</w:t>
      </w:r>
    </w:p>
    <w:p w14:paraId="7D9CF7DE" w14:textId="77777777" w:rsidR="00FF08FA" w:rsidRPr="00901902" w:rsidRDefault="00FF08FA" w:rsidP="00FF08FA">
      <w:pPr>
        <w:jc w:val="right"/>
      </w:pPr>
      <w:r w:rsidRPr="00901902">
        <w:t>E-Mail: Yasoltau@webmail.de</w:t>
      </w:r>
    </w:p>
    <w:p w14:paraId="09DE0CE4" w14:textId="77777777" w:rsidR="007C371D" w:rsidRDefault="007C371D" w:rsidP="00FF08FA"/>
    <w:p w14:paraId="26A14971" w14:textId="77777777" w:rsidR="008C145D" w:rsidRDefault="008C145D" w:rsidP="00FF08FA"/>
    <w:p w14:paraId="148B39E3" w14:textId="77777777" w:rsidR="00FF08FA" w:rsidRPr="00901902" w:rsidRDefault="00FF08FA" w:rsidP="00FF08FA">
      <w:r>
        <w:t>Wow!</w:t>
      </w:r>
      <w:r w:rsidRPr="00901902">
        <w:t xml:space="preserve"> AG</w:t>
      </w:r>
    </w:p>
    <w:p w14:paraId="3C387808" w14:textId="77777777" w:rsidR="00FF08FA" w:rsidRPr="00901902" w:rsidRDefault="00FF08FA" w:rsidP="00FF08FA">
      <w:r w:rsidRPr="00901902">
        <w:t>Bastian Walter</w:t>
      </w:r>
    </w:p>
    <w:p w14:paraId="5D619815" w14:textId="77777777" w:rsidR="00FF08FA" w:rsidRPr="00901902" w:rsidRDefault="00FF08FA" w:rsidP="00FF08FA">
      <w:r w:rsidRPr="00901902">
        <w:t>Personalabteilung</w:t>
      </w:r>
    </w:p>
    <w:p w14:paraId="04143AEB" w14:textId="77777777" w:rsidR="00FF08FA" w:rsidRPr="00901902" w:rsidRDefault="00FF08FA" w:rsidP="00FF08FA">
      <w:r w:rsidRPr="00901902">
        <w:t>Lessingstraße 192</w:t>
      </w:r>
    </w:p>
    <w:p w14:paraId="17250252" w14:textId="77777777" w:rsidR="00FF08FA" w:rsidRPr="00901902" w:rsidRDefault="00FF08FA" w:rsidP="00FF08FA">
      <w:r w:rsidRPr="00901902">
        <w:t>04109 Leipzig</w:t>
      </w:r>
    </w:p>
    <w:p w14:paraId="01D6B911" w14:textId="77777777" w:rsidR="007C371D" w:rsidRPr="007C371D" w:rsidRDefault="007C371D" w:rsidP="007C371D"/>
    <w:p w14:paraId="25867A46" w14:textId="77777777" w:rsidR="007C371D" w:rsidRPr="007C371D" w:rsidRDefault="007C371D" w:rsidP="007C371D"/>
    <w:p w14:paraId="330D92A5" w14:textId="77777777" w:rsidR="007C371D" w:rsidRPr="007C371D" w:rsidRDefault="00FF08FA" w:rsidP="007C371D">
      <w:pPr>
        <w:jc w:val="right"/>
      </w:pPr>
      <w:r>
        <w:t>6.1</w:t>
      </w:r>
      <w:r w:rsidR="007C371D" w:rsidRPr="007C371D">
        <w:t>1.201</w:t>
      </w:r>
      <w:r w:rsidR="007C371D">
        <w:t>6</w:t>
      </w:r>
    </w:p>
    <w:p w14:paraId="2ABF8BCD" w14:textId="77777777" w:rsidR="007C371D" w:rsidRPr="007C371D" w:rsidRDefault="007C371D" w:rsidP="007C371D"/>
    <w:p w14:paraId="1162F25F" w14:textId="77777777" w:rsidR="007C371D" w:rsidRPr="007C371D" w:rsidRDefault="007C371D" w:rsidP="007C371D"/>
    <w:p w14:paraId="1BF8D126" w14:textId="77777777" w:rsidR="00FF08FA" w:rsidRPr="00FF08FA" w:rsidRDefault="00FF08FA" w:rsidP="00FF08FA">
      <w:pPr>
        <w:rPr>
          <w:b/>
        </w:rPr>
      </w:pPr>
      <w:r w:rsidRPr="00FF08FA">
        <w:rPr>
          <w:b/>
        </w:rPr>
        <w:t>Bewerbung als Eventmanager</w:t>
      </w:r>
    </w:p>
    <w:p w14:paraId="337C5FD8" w14:textId="77777777" w:rsidR="00FF08FA" w:rsidRPr="00FF08FA" w:rsidRDefault="00FF08FA" w:rsidP="00FF08FA">
      <w:pPr>
        <w:rPr>
          <w:b/>
        </w:rPr>
      </w:pPr>
      <w:r w:rsidRPr="00FF08FA">
        <w:rPr>
          <w:b/>
        </w:rPr>
        <w:t xml:space="preserve">Ihre Stellenausschreibung auf </w:t>
      </w:r>
      <w:proofErr w:type="spellStart"/>
      <w:r w:rsidRPr="00FF08FA">
        <w:rPr>
          <w:b/>
        </w:rPr>
        <w:t>Stepstone</w:t>
      </w:r>
      <w:proofErr w:type="spellEnd"/>
      <w:r w:rsidRPr="00FF08FA">
        <w:rPr>
          <w:b/>
        </w:rPr>
        <w:t>, Kennziffer I G/3</w:t>
      </w:r>
    </w:p>
    <w:p w14:paraId="4575AE6C" w14:textId="77777777" w:rsidR="007C371D" w:rsidRPr="007C371D" w:rsidRDefault="007C371D" w:rsidP="007C371D"/>
    <w:p w14:paraId="4EB12D9D" w14:textId="77777777" w:rsidR="007C371D" w:rsidRPr="007C371D" w:rsidRDefault="007C371D" w:rsidP="007C371D"/>
    <w:p w14:paraId="7E2FCBB4" w14:textId="77777777" w:rsidR="00FF08FA" w:rsidRPr="00901902" w:rsidRDefault="00FF08FA" w:rsidP="00FF08FA">
      <w:r w:rsidRPr="00901902">
        <w:t xml:space="preserve">Sehr geehrter Herr Walter, </w:t>
      </w:r>
    </w:p>
    <w:p w14:paraId="0AA6B945" w14:textId="77777777" w:rsidR="00FF08FA" w:rsidRPr="007C371D" w:rsidRDefault="00FF08FA" w:rsidP="00FF08FA">
      <w:pPr>
        <w:rPr>
          <w:sz w:val="14"/>
          <w:szCs w:val="14"/>
        </w:rPr>
      </w:pPr>
    </w:p>
    <w:p w14:paraId="391E4FBA" w14:textId="77777777" w:rsidR="00FF08FA" w:rsidRPr="00901902" w:rsidRDefault="00FF08FA" w:rsidP="00FF08FA">
      <w:r w:rsidRPr="00901902">
        <w:t>gerade fand ich auf www.stepstone.de Ihre Stellenausschreibung</w:t>
      </w:r>
      <w:r>
        <w:t xml:space="preserve"> vom 5. November 2016</w:t>
      </w:r>
      <w:r w:rsidRPr="00901902">
        <w:t xml:space="preserve">, mit der Sie einen </w:t>
      </w:r>
      <w:r>
        <w:t>Eventmanager</w:t>
      </w:r>
      <w:r w:rsidRPr="00901902">
        <w:t xml:space="preserve"> suchen. Auf diese Stelle will ich mich sofort bewerben! </w:t>
      </w:r>
    </w:p>
    <w:p w14:paraId="5AE56D3B" w14:textId="77777777" w:rsidR="00FF08FA" w:rsidRPr="007C371D" w:rsidRDefault="00FF08FA" w:rsidP="00FF08FA">
      <w:pPr>
        <w:rPr>
          <w:sz w:val="14"/>
          <w:szCs w:val="14"/>
        </w:rPr>
      </w:pPr>
    </w:p>
    <w:p w14:paraId="2E9C6865" w14:textId="77777777" w:rsidR="00FF08FA" w:rsidRPr="00901902" w:rsidRDefault="00FF08FA" w:rsidP="00FF08FA">
      <w:r w:rsidRPr="00901902">
        <w:t xml:space="preserve">Seit meinem </w:t>
      </w:r>
      <w:r>
        <w:t>Studium</w:t>
      </w:r>
      <w:r w:rsidRPr="00901902">
        <w:t xml:space="preserve"> hege ich den Wunsch, </w:t>
      </w:r>
      <w:r>
        <w:t>als Eventmanager bei der</w:t>
      </w:r>
      <w:r w:rsidRPr="00901902">
        <w:t xml:space="preserve"> </w:t>
      </w:r>
      <w:r>
        <w:t>Wow!</w:t>
      </w:r>
      <w:r w:rsidRPr="00901902">
        <w:t xml:space="preserve"> AG </w:t>
      </w:r>
      <w:r>
        <w:t>zu arbeiten</w:t>
      </w:r>
      <w:r w:rsidRPr="00901902">
        <w:t xml:space="preserve">: </w:t>
      </w:r>
      <w:r>
        <w:t xml:space="preserve">Die Vielfalt, das Niveau und die Kreativität der Veranstaltungen, die </w:t>
      </w:r>
      <w:r w:rsidR="00D27DEE">
        <w:t>Sie organisieren, imponieren mir</w:t>
      </w:r>
      <w:r>
        <w:t xml:space="preserve"> sehr!</w:t>
      </w:r>
    </w:p>
    <w:p w14:paraId="415DBD1D" w14:textId="77777777" w:rsidR="00FF08FA" w:rsidRPr="007C371D" w:rsidRDefault="00FF08FA" w:rsidP="00FF08FA">
      <w:pPr>
        <w:rPr>
          <w:sz w:val="14"/>
          <w:szCs w:val="14"/>
        </w:rPr>
      </w:pPr>
    </w:p>
    <w:p w14:paraId="442CD3E2" w14:textId="77777777" w:rsidR="00FF08FA" w:rsidRPr="004330DC" w:rsidRDefault="00FF08FA" w:rsidP="00FF08FA">
      <w:r>
        <w:t>Ich bin 32 Jahre alt und arbeite s</w:t>
      </w:r>
      <w:r w:rsidRPr="00901902">
        <w:t>eit 201</w:t>
      </w:r>
      <w:r>
        <w:t>3</w:t>
      </w:r>
      <w:r w:rsidRPr="00901902">
        <w:t xml:space="preserve"> </w:t>
      </w:r>
      <w:r>
        <w:t xml:space="preserve">bei der </w:t>
      </w:r>
      <w:proofErr w:type="spellStart"/>
      <w:r>
        <w:t>Eventing</w:t>
      </w:r>
      <w:proofErr w:type="spellEnd"/>
      <w:r>
        <w:t xml:space="preserve"> GmbH hier in Leipzig</w:t>
      </w:r>
      <w:r w:rsidRPr="00901902">
        <w:t xml:space="preserve">. Meine Aufgaben umfassen die selbstständige </w:t>
      </w:r>
      <w:r w:rsidRPr="004330DC">
        <w:t xml:space="preserve">Konzeption, Planung und Durchführung von </w:t>
      </w:r>
      <w:r>
        <w:t>Kongressen, Konferen</w:t>
      </w:r>
      <w:r>
        <w:softHyphen/>
        <w:t xml:space="preserve">zen und Incentives für bis zu 1500 Gäste, die Überwachung der Budgets sowie die Koordination der Projektteams, die Organisation vor Ort und die Kommunikation an der Schnittstelle </w:t>
      </w:r>
      <w:r w:rsidRPr="00003778">
        <w:t>zwi</w:t>
      </w:r>
      <w:r>
        <w:softHyphen/>
      </w:r>
      <w:r w:rsidRPr="00003778">
        <w:t>schen Kunden, Agenturen und Dienstleistern</w:t>
      </w:r>
      <w:r>
        <w:t>.</w:t>
      </w:r>
    </w:p>
    <w:p w14:paraId="06C9507C" w14:textId="77777777" w:rsidR="00FF08FA" w:rsidRPr="007C371D" w:rsidRDefault="00FF08FA" w:rsidP="00FF08FA">
      <w:pPr>
        <w:rPr>
          <w:sz w:val="14"/>
          <w:szCs w:val="14"/>
        </w:rPr>
      </w:pPr>
    </w:p>
    <w:p w14:paraId="74214E2E" w14:textId="77777777" w:rsidR="00FF08FA" w:rsidRPr="00901902" w:rsidRDefault="00FF08FA" w:rsidP="00FF08FA">
      <w:r w:rsidRPr="00901902">
        <w:t xml:space="preserve">Mein derzeitiges Gehalt beträgt ... €. </w:t>
      </w:r>
      <w:r>
        <w:t>Zum 1. April 2017 könnte ich bei Ihnen anfangen</w:t>
      </w:r>
      <w:r w:rsidRPr="00901902">
        <w:t xml:space="preserve">. </w:t>
      </w:r>
    </w:p>
    <w:p w14:paraId="3CC13033" w14:textId="77777777" w:rsidR="00FF08FA" w:rsidRPr="007C371D" w:rsidRDefault="00FF08FA" w:rsidP="00FF08FA">
      <w:pPr>
        <w:rPr>
          <w:sz w:val="14"/>
          <w:szCs w:val="14"/>
        </w:rPr>
      </w:pPr>
    </w:p>
    <w:p w14:paraId="5A62E72C" w14:textId="77777777" w:rsidR="00FF08FA" w:rsidRPr="00901902" w:rsidRDefault="00FF08FA" w:rsidP="00FF08FA">
      <w:r w:rsidRPr="00901902">
        <w:t>Über die Gelegenheit zu einem persönlichen Gespräch würde ich mich sehr freuen!</w:t>
      </w:r>
    </w:p>
    <w:p w14:paraId="1F4B6A3D" w14:textId="77777777" w:rsidR="00FF08FA" w:rsidRPr="007C371D" w:rsidRDefault="00FF08FA" w:rsidP="00FF08FA">
      <w:pPr>
        <w:rPr>
          <w:sz w:val="14"/>
          <w:szCs w:val="14"/>
        </w:rPr>
      </w:pPr>
    </w:p>
    <w:p w14:paraId="2B37652D" w14:textId="77777777" w:rsidR="00FF08FA" w:rsidRPr="00901902" w:rsidRDefault="00FF08FA" w:rsidP="00FF08FA">
      <w:r w:rsidRPr="00901902">
        <w:t>Mit freundlichen Grüßen</w:t>
      </w:r>
    </w:p>
    <w:p w14:paraId="07313FF9" w14:textId="77777777" w:rsidR="00FF08FA" w:rsidRPr="00901902" w:rsidRDefault="00FF08FA" w:rsidP="00FF08FA"/>
    <w:p w14:paraId="076FF805" w14:textId="77777777" w:rsidR="0095639B" w:rsidRPr="00181B03" w:rsidRDefault="00FF08FA" w:rsidP="00FF08FA">
      <w:pPr>
        <w:pStyle w:val="UnterschriftName"/>
        <w:rPr>
          <w:rFonts w:ascii="Lucida Handwriting" w:hAnsi="Lucida Handwriting"/>
        </w:rPr>
      </w:pPr>
      <w:bookmarkStart w:id="0" w:name="_GoBack"/>
      <w:r w:rsidRPr="00181B03">
        <w:rPr>
          <w:rFonts w:ascii="Lucida Handwriting" w:hAnsi="Lucida Handwriting"/>
        </w:rPr>
        <w:t>Yannik Soltau</w:t>
      </w:r>
      <w:bookmarkEnd w:id="0"/>
    </w:p>
    <w:sectPr w:rsidR="0095639B" w:rsidRPr="00181B03" w:rsidSect="00BF465A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B24B1" w14:textId="77777777" w:rsidR="00285B21" w:rsidRDefault="00285B21" w:rsidP="00D04998">
      <w:pPr>
        <w:spacing w:line="240" w:lineRule="auto"/>
      </w:pPr>
      <w:r>
        <w:separator/>
      </w:r>
    </w:p>
  </w:endnote>
  <w:endnote w:type="continuationSeparator" w:id="0">
    <w:p w14:paraId="20C50A21" w14:textId="77777777" w:rsidR="00285B21" w:rsidRDefault="00285B21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A9302" w14:textId="77777777" w:rsidR="00285B21" w:rsidRDefault="00285B21" w:rsidP="00D04998">
      <w:pPr>
        <w:spacing w:line="240" w:lineRule="auto"/>
      </w:pPr>
      <w:r>
        <w:separator/>
      </w:r>
    </w:p>
  </w:footnote>
  <w:footnote w:type="continuationSeparator" w:id="0">
    <w:p w14:paraId="62BBE492" w14:textId="77777777" w:rsidR="00285B21" w:rsidRDefault="00285B21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B1FA9"/>
    <w:rsid w:val="000C162F"/>
    <w:rsid w:val="000D0FC8"/>
    <w:rsid w:val="00181B03"/>
    <w:rsid w:val="001F67C0"/>
    <w:rsid w:val="0021238A"/>
    <w:rsid w:val="00285B21"/>
    <w:rsid w:val="00286F60"/>
    <w:rsid w:val="002E3242"/>
    <w:rsid w:val="00370185"/>
    <w:rsid w:val="003B7D74"/>
    <w:rsid w:val="004F0647"/>
    <w:rsid w:val="005040AE"/>
    <w:rsid w:val="00631380"/>
    <w:rsid w:val="006F5C84"/>
    <w:rsid w:val="00770743"/>
    <w:rsid w:val="007C371D"/>
    <w:rsid w:val="008C145D"/>
    <w:rsid w:val="008D2E71"/>
    <w:rsid w:val="008D76FD"/>
    <w:rsid w:val="0095639B"/>
    <w:rsid w:val="009D01B1"/>
    <w:rsid w:val="00A479D8"/>
    <w:rsid w:val="00A66DEC"/>
    <w:rsid w:val="00AB5BC5"/>
    <w:rsid w:val="00AB6AAA"/>
    <w:rsid w:val="00AE72C8"/>
    <w:rsid w:val="00B14BB3"/>
    <w:rsid w:val="00BF465A"/>
    <w:rsid w:val="00C841F7"/>
    <w:rsid w:val="00CC6031"/>
    <w:rsid w:val="00CC7DA6"/>
    <w:rsid w:val="00D04998"/>
    <w:rsid w:val="00D27DEE"/>
    <w:rsid w:val="00DE0492"/>
    <w:rsid w:val="00DF7E68"/>
    <w:rsid w:val="00E37989"/>
    <w:rsid w:val="00EA037D"/>
    <w:rsid w:val="00EB3170"/>
    <w:rsid w:val="00F1444A"/>
    <w:rsid w:val="00F339CC"/>
    <w:rsid w:val="00FF08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ECD7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0C162F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FE46C125</Template>
  <TotalTime>0</TotalTime>
  <Pages>1</Pages>
  <Words>177</Words>
  <Characters>1119</Characters>
  <Application>Microsoft Office Word</Application>
  <DocSecurity>0</DocSecurity>
  <Lines>9</Lines>
  <Paragraphs>2</Paragraphs>
  <ScaleCrop>false</ScaleCrop>
  <Company>F G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von Laffert, Juliane</cp:lastModifiedBy>
  <cp:revision>4</cp:revision>
  <cp:lastPrinted>2016-01-14T14:14:00Z</cp:lastPrinted>
  <dcterms:created xsi:type="dcterms:W3CDTF">2016-01-14T14:14:00Z</dcterms:created>
  <dcterms:modified xsi:type="dcterms:W3CDTF">2016-02-02T08:02:00Z</dcterms:modified>
</cp:coreProperties>
</file>